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81F" w:rsidRDefault="008A481F" w:rsidP="009C426A">
      <w:pPr>
        <w:rPr>
          <w:lang w:val="en-US"/>
        </w:rPr>
      </w:pPr>
    </w:p>
    <w:p w:rsidR="008A481F" w:rsidRDefault="00F6672C" w:rsidP="008A481F">
      <w:pPr>
        <w:pStyle w:val="Heading1"/>
        <w:jc w:val="center"/>
      </w:pPr>
      <w:r>
        <w:t>За едно по-ползотворно сътрудничество</w:t>
      </w:r>
    </w:p>
    <w:p w:rsidR="008A481F" w:rsidRDefault="008A481F" w:rsidP="008A481F">
      <w:pPr>
        <w:spacing w:before="120" w:after="120"/>
        <w:jc w:val="both"/>
        <w:rPr>
          <w:lang w:val="en-US"/>
        </w:rPr>
      </w:pPr>
      <w:r>
        <w:t xml:space="preserve">Уважаеми </w:t>
      </w:r>
      <w:r w:rsidR="00F857A0">
        <w:t>доброволци</w:t>
      </w:r>
      <w:r>
        <w:rPr>
          <w:lang w:val="en-US"/>
        </w:rPr>
        <w:t>,</w:t>
      </w:r>
    </w:p>
    <w:p w:rsidR="008A481F" w:rsidRDefault="00F857A0" w:rsidP="008A481F">
      <w:pPr>
        <w:spacing w:before="120" w:after="120"/>
        <w:jc w:val="both"/>
      </w:pPr>
      <w:r>
        <w:t>с цел продължаване на нашето сътрудничество и вашето участие в подготовката на следващи издания на фестивала</w:t>
      </w:r>
      <w:r w:rsidR="008A481F">
        <w:t xml:space="preserve">, Ви молим да попълните вашите предпочитания, свързани с </w:t>
      </w:r>
      <w:r>
        <w:t>дейностите по организация</w:t>
      </w:r>
      <w:r w:rsidR="00B6278A">
        <w:t>та</w:t>
      </w:r>
      <w:r>
        <w:t xml:space="preserve"> и подготовка</w:t>
      </w:r>
      <w:r w:rsidR="00B6278A">
        <w:t>та</w:t>
      </w:r>
      <w:r>
        <w:t xml:space="preserve"> на фестивала</w:t>
      </w:r>
      <w:r w:rsidR="008A481F">
        <w:t>.</w:t>
      </w:r>
    </w:p>
    <w:p w:rsidR="003F26EC" w:rsidRDefault="003F26EC" w:rsidP="008A481F">
      <w:pPr>
        <w:spacing w:before="120" w:after="120"/>
        <w:jc w:val="both"/>
      </w:pPr>
      <w:r>
        <w:t>Благодарим Ви!</w:t>
      </w:r>
    </w:p>
    <w:p w:rsidR="008A481F" w:rsidRDefault="008A481F" w:rsidP="008A481F"/>
    <w:p w:rsidR="00FA2284" w:rsidRDefault="008A481F" w:rsidP="008A481F">
      <w:r>
        <w:t xml:space="preserve">Вашите имена: </w:t>
      </w:r>
      <w:sdt>
        <w:sdtPr>
          <w:rPr>
            <w:color w:val="808080" w:themeColor="background1" w:themeShade="80"/>
            <w:highlight w:val="lightGray"/>
          </w:rPr>
          <w:id w:val="1168751710"/>
          <w:placeholder>
            <w:docPart w:val="DefaultPlaceholder_-1854013440"/>
          </w:placeholder>
          <w15:color w:val="000000"/>
          <w:text/>
        </w:sdtPr>
        <w:sdtEndPr/>
        <w:sdtContent>
          <w:r w:rsidR="00F857A0" w:rsidRPr="00F6672C">
            <w:rPr>
              <w:color w:val="808080" w:themeColor="background1" w:themeShade="80"/>
              <w:highlight w:val="lightGray"/>
            </w:rPr>
            <w:t>Въведете тук трите си имена.</w:t>
          </w:r>
        </w:sdtContent>
      </w:sdt>
    </w:p>
    <w:p w:rsidR="00F857A0" w:rsidRPr="00F857A0" w:rsidRDefault="00F30F4C" w:rsidP="008A481F">
      <w:r>
        <w:t>Имейл</w:t>
      </w:r>
      <w:r w:rsidR="00F857A0" w:rsidRPr="002D2C07">
        <w:t xml:space="preserve"> </w:t>
      </w:r>
      <w:r w:rsidR="00F857A0">
        <w:t xml:space="preserve">адрес: </w:t>
      </w:r>
      <w:sdt>
        <w:sdtPr>
          <w:rPr>
            <w:color w:val="808080" w:themeColor="background1" w:themeShade="80"/>
            <w:highlight w:val="lightGray"/>
          </w:rPr>
          <w:id w:val="-1991695486"/>
          <w:placeholder>
            <w:docPart w:val="DefaultPlaceholder_-1854013440"/>
          </w:placeholder>
          <w:text/>
        </w:sdtPr>
        <w:sdtEndPr/>
        <w:sdtContent>
          <w:r w:rsidR="00F857A0" w:rsidRPr="002D2C07">
            <w:rPr>
              <w:color w:val="808080" w:themeColor="background1" w:themeShade="80"/>
              <w:highlight w:val="lightGray"/>
            </w:rPr>
            <w:t xml:space="preserve">Въведете валиден </w:t>
          </w:r>
          <w:r w:rsidR="002D2C07">
            <w:rPr>
              <w:color w:val="808080" w:themeColor="background1" w:themeShade="80"/>
              <w:highlight w:val="lightGray"/>
            </w:rPr>
            <w:t>имейл</w:t>
          </w:r>
          <w:r w:rsidR="00F857A0" w:rsidRPr="002D2C07">
            <w:rPr>
              <w:color w:val="808080" w:themeColor="background1" w:themeShade="80"/>
              <w:highlight w:val="lightGray"/>
            </w:rPr>
            <w:t xml:space="preserve"> адрес.</w:t>
          </w:r>
        </w:sdtContent>
      </w:sdt>
    </w:p>
    <w:p w:rsidR="00243C30" w:rsidRDefault="00CA67E0" w:rsidP="008A481F">
      <w:r w:rsidRPr="00CA67E0">
        <w:rPr>
          <w:b/>
          <w:sz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08pt;height:18pt" o:ole="">
            <v:imagedata r:id="rId6" o:title=""/>
          </v:shape>
          <w:control r:id="rId7" w:name="OptionButton1" w:shapeid="_x0000_i1033"/>
        </w:object>
      </w:r>
      <w:r w:rsidR="00243C30">
        <w:rPr>
          <w:b/>
          <w:sz w:val="24"/>
        </w:rPr>
        <w:tab/>
      </w:r>
      <w:r>
        <w:rPr>
          <w:b/>
          <w:sz w:val="24"/>
        </w:rPr>
        <w:object w:dxaOrig="225" w:dyaOrig="225">
          <v:shape id="_x0000_i1031" type="#_x0000_t75" style="width:108pt;height:18pt" o:ole="">
            <v:imagedata r:id="rId8" o:title=""/>
          </v:shape>
          <w:control r:id="rId9" w:name="OptionButton2" w:shapeid="_x0000_i1031"/>
        </w:object>
      </w:r>
      <w:r w:rsidRPr="00CA67E0">
        <w:t xml:space="preserve"> </w:t>
      </w:r>
    </w:p>
    <w:p w:rsidR="00DB3153" w:rsidRPr="002D2C07" w:rsidRDefault="00DB3153" w:rsidP="008A481F"/>
    <w:p w:rsidR="00F6672C" w:rsidRDefault="00B6278A" w:rsidP="008A481F">
      <w:r>
        <w:t>Бих желал(а)</w:t>
      </w:r>
      <w:bookmarkStart w:id="0" w:name="_GoBack"/>
      <w:bookmarkEnd w:id="0"/>
      <w:r w:rsidR="00F6672C">
        <w:t xml:space="preserve"> да участвам в следните дейности:</w:t>
      </w:r>
    </w:p>
    <w:p w:rsidR="004D6970" w:rsidRDefault="00F6672C" w:rsidP="004722E9">
      <w:pPr>
        <w:pStyle w:val="Heading1"/>
        <w:tabs>
          <w:tab w:val="left" w:pos="2630"/>
        </w:tabs>
      </w:pPr>
      <w:r>
        <w:t>Подготовка</w:t>
      </w:r>
      <w:r w:rsidR="008A481F">
        <w:t>:</w:t>
      </w:r>
      <w:r w:rsidR="004722E9">
        <w:tab/>
      </w:r>
    </w:p>
    <w:p w:rsidR="003E6C02" w:rsidRDefault="00B6278A" w:rsidP="003E6C02">
      <w:pPr>
        <w:ind w:left="285" w:firstLine="708"/>
      </w:pPr>
      <w:sdt>
        <w:sdtPr>
          <w:id w:val="1677001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02">
            <w:rPr>
              <w:rFonts w:ascii="MS Gothic" w:eastAsia="MS Gothic" w:hAnsi="MS Gothic" w:hint="eastAsia"/>
            </w:rPr>
            <w:t>☐</w:t>
          </w:r>
        </w:sdtContent>
      </w:sdt>
      <w:r w:rsidR="003E6C02">
        <w:t xml:space="preserve"> Кореспонденция с участниците</w:t>
      </w:r>
    </w:p>
    <w:p w:rsidR="003E6C02" w:rsidRDefault="00B6278A" w:rsidP="003E6C02">
      <w:pPr>
        <w:ind w:left="285" w:firstLine="708"/>
      </w:pPr>
      <w:sdt>
        <w:sdtPr>
          <w:id w:val="1302889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02">
            <w:rPr>
              <w:rFonts w:ascii="MS Gothic" w:eastAsia="MS Gothic" w:hAnsi="MS Gothic" w:hint="eastAsia"/>
            </w:rPr>
            <w:t>☐</w:t>
          </w:r>
        </w:sdtContent>
      </w:sdt>
      <w:r w:rsidR="003E6C02">
        <w:t xml:space="preserve"> Кореспонденция със спонсори</w:t>
      </w:r>
    </w:p>
    <w:p w:rsidR="003E6C02" w:rsidRDefault="00B6278A" w:rsidP="003E6C02">
      <w:pPr>
        <w:ind w:left="285" w:firstLine="708"/>
      </w:pPr>
      <w:sdt>
        <w:sdtPr>
          <w:id w:val="-1518225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02">
            <w:rPr>
              <w:rFonts w:ascii="MS Gothic" w:eastAsia="MS Gothic" w:hAnsi="MS Gothic" w:hint="eastAsia"/>
            </w:rPr>
            <w:t>☐</w:t>
          </w:r>
        </w:sdtContent>
      </w:sdt>
      <w:r w:rsidR="003E6C02">
        <w:t xml:space="preserve"> Подготовка на материали </w:t>
      </w:r>
    </w:p>
    <w:p w:rsidR="003E6C02" w:rsidRDefault="00B6278A" w:rsidP="003E6C02">
      <w:pPr>
        <w:ind w:left="285" w:firstLine="708"/>
      </w:pPr>
      <w:sdt>
        <w:sdtPr>
          <w:id w:val="-848720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02">
            <w:rPr>
              <w:rFonts w:ascii="MS Gothic" w:eastAsia="MS Gothic" w:hAnsi="MS Gothic" w:hint="eastAsia"/>
            </w:rPr>
            <w:t>☐</w:t>
          </w:r>
        </w:sdtContent>
      </w:sdt>
      <w:r w:rsidR="003E6C02">
        <w:t xml:space="preserve"> Техническа подготовка на залите</w:t>
      </w:r>
    </w:p>
    <w:p w:rsidR="003E6C02" w:rsidRPr="003E6C02" w:rsidRDefault="003E6C02" w:rsidP="003E6C02">
      <w:pPr>
        <w:ind w:left="285" w:firstLine="708"/>
      </w:pPr>
    </w:p>
    <w:p w:rsidR="004D6970" w:rsidRDefault="00F6672C" w:rsidP="00F6672C">
      <w:pPr>
        <w:pStyle w:val="Heading1"/>
      </w:pPr>
      <w:r>
        <w:t>Провеждане</w:t>
      </w:r>
      <w:r w:rsidR="00262F2A">
        <w:t>:</w:t>
      </w:r>
      <w:r w:rsidR="004D6970">
        <w:t xml:space="preserve"> </w:t>
      </w:r>
    </w:p>
    <w:p w:rsidR="00262F2A" w:rsidRDefault="00B6278A" w:rsidP="004D6970">
      <w:pPr>
        <w:ind w:firstLine="993"/>
      </w:pPr>
      <w:sdt>
        <w:sdtPr>
          <w:id w:val="958372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02">
            <w:rPr>
              <w:rFonts w:ascii="MS Gothic" w:eastAsia="MS Gothic" w:hAnsi="MS Gothic" w:hint="eastAsia"/>
            </w:rPr>
            <w:t>☐</w:t>
          </w:r>
        </w:sdtContent>
      </w:sdt>
      <w:r w:rsidR="004D6970">
        <w:t xml:space="preserve"> </w:t>
      </w:r>
      <w:r w:rsidR="00F6672C">
        <w:t>Регистрация на у</w:t>
      </w:r>
      <w:r w:rsidR="008B0A6E">
        <w:t>ч</w:t>
      </w:r>
      <w:r w:rsidR="00F6672C">
        <w:t>астниците</w:t>
      </w:r>
    </w:p>
    <w:p w:rsidR="004D6970" w:rsidRDefault="00B6278A" w:rsidP="004D6970">
      <w:pPr>
        <w:ind w:firstLine="993"/>
      </w:pPr>
      <w:sdt>
        <w:sdtPr>
          <w:id w:val="-1954164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970">
            <w:rPr>
              <w:rFonts w:ascii="MS Gothic" w:eastAsia="MS Gothic" w:hAnsi="MS Gothic" w:hint="eastAsia"/>
            </w:rPr>
            <w:t>☐</w:t>
          </w:r>
        </w:sdtContent>
      </w:sdt>
      <w:r w:rsidR="004D6970">
        <w:t xml:space="preserve"> </w:t>
      </w:r>
      <w:r w:rsidR="00F6672C">
        <w:t>Техническа поддръжка в залите за представяне</w:t>
      </w:r>
    </w:p>
    <w:p w:rsidR="004D6970" w:rsidRDefault="00B6278A" w:rsidP="004D6970">
      <w:pPr>
        <w:ind w:firstLine="993"/>
      </w:pPr>
      <w:sdt>
        <w:sdtPr>
          <w:id w:val="75941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970">
            <w:rPr>
              <w:rFonts w:ascii="MS Gothic" w:eastAsia="MS Gothic" w:hAnsi="MS Gothic" w:hint="eastAsia"/>
            </w:rPr>
            <w:t>☐</w:t>
          </w:r>
        </w:sdtContent>
      </w:sdt>
      <w:r w:rsidR="004D6970">
        <w:t xml:space="preserve"> </w:t>
      </w:r>
      <w:r w:rsidR="00CA67E0">
        <w:t xml:space="preserve">Разпечатване на грамоти за </w:t>
      </w:r>
      <w:r w:rsidR="006F0211">
        <w:t>представяне</w:t>
      </w:r>
    </w:p>
    <w:p w:rsidR="004D6970" w:rsidRDefault="00B6278A" w:rsidP="004D6970">
      <w:pPr>
        <w:ind w:firstLine="993"/>
      </w:pPr>
      <w:sdt>
        <w:sdtPr>
          <w:id w:val="-1627463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970">
            <w:rPr>
              <w:rFonts w:ascii="MS Gothic" w:eastAsia="MS Gothic" w:hAnsi="MS Gothic" w:hint="eastAsia"/>
            </w:rPr>
            <w:t>☐</w:t>
          </w:r>
        </w:sdtContent>
      </w:sdt>
      <w:r w:rsidR="004D6970">
        <w:t xml:space="preserve"> </w:t>
      </w:r>
      <w:r w:rsidR="00CA67E0">
        <w:t>Кетъринг</w:t>
      </w:r>
    </w:p>
    <w:p w:rsidR="004D6970" w:rsidRPr="00243C30" w:rsidRDefault="004D6970" w:rsidP="00262F2A">
      <w:r>
        <w:tab/>
      </w:r>
    </w:p>
    <w:sectPr w:rsidR="004D6970" w:rsidRPr="00243C30" w:rsidSect="009C42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7E0" w:rsidRDefault="00CA67E0" w:rsidP="009C426A">
      <w:pPr>
        <w:spacing w:after="0" w:line="240" w:lineRule="auto"/>
      </w:pPr>
      <w:r>
        <w:separator/>
      </w:r>
    </w:p>
  </w:endnote>
  <w:endnote w:type="continuationSeparator" w:id="0">
    <w:p w:rsidR="00CA67E0" w:rsidRDefault="00CA67E0" w:rsidP="009C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obster">
    <w:altName w:val="Arial Narrow"/>
    <w:charset w:val="00"/>
    <w:family w:val="auto"/>
    <w:pitch w:val="variable"/>
    <w:sig w:usb0="8000022F" w:usb1="4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936" w:rsidRDefault="001E29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936" w:rsidRDefault="001E29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936" w:rsidRDefault="001E29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7E0" w:rsidRDefault="00CA67E0" w:rsidP="009C426A">
      <w:pPr>
        <w:spacing w:after="0" w:line="240" w:lineRule="auto"/>
      </w:pPr>
      <w:r>
        <w:separator/>
      </w:r>
    </w:p>
  </w:footnote>
  <w:footnote w:type="continuationSeparator" w:id="0">
    <w:p w:rsidR="00CA67E0" w:rsidRDefault="00CA67E0" w:rsidP="009C4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936" w:rsidRDefault="001E29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7E0" w:rsidRDefault="001E2936" w:rsidP="009C426A">
    <w:pPr>
      <w:pStyle w:val="Header"/>
      <w:ind w:hanging="1418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4752975" cy="1029970"/>
          <wp:effectExtent l="0" t="0" r="9525" b="0"/>
          <wp:wrapTight wrapText="bothSides">
            <wp:wrapPolygon edited="0">
              <wp:start x="0" y="0"/>
              <wp:lineTo x="0" y="21174"/>
              <wp:lineTo x="21557" y="21174"/>
              <wp:lineTo x="21557" y="0"/>
              <wp:lineTo x="0" y="0"/>
            </wp:wrapPolygon>
          </wp:wrapTight>
          <wp:docPr id="10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ock-vector-halftone-wave-background-vector-illustration-11766179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4752975" cy="1029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A67E0"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234950</wp:posOffset>
              </wp:positionV>
              <wp:extent cx="4864100" cy="1404620"/>
              <wp:effectExtent l="0" t="0" r="0" b="0"/>
              <wp:wrapTight wrapText="bothSides">
                <wp:wrapPolygon edited="0">
                  <wp:start x="254" y="0"/>
                  <wp:lineTo x="254" y="20903"/>
                  <wp:lineTo x="21318" y="20903"/>
                  <wp:lineTo x="21318" y="0"/>
                  <wp:lineTo x="254" y="0"/>
                </wp:wrapPolygon>
              </wp:wrapTight>
              <wp:docPr id="217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41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A67E0" w:rsidRPr="009C426A" w:rsidRDefault="00CA67E0" w:rsidP="009C426A">
                          <w:pPr>
                            <w:spacing w:after="0"/>
                            <w:jc w:val="center"/>
                            <w:rPr>
                              <w:rFonts w:ascii="Lobster" w:hAnsi="Lobster"/>
                              <w:color w:val="7030A0"/>
                              <w:sz w:val="40"/>
                            </w:rPr>
                          </w:pPr>
                          <w:r w:rsidRPr="009C426A">
                            <w:rPr>
                              <w:rFonts w:ascii="Lobster" w:hAnsi="Lobster"/>
                              <w:color w:val="7030A0"/>
                              <w:sz w:val="40"/>
                            </w:rPr>
                            <w:t>Фестивал на дигиталните изкуства</w:t>
                          </w:r>
                        </w:p>
                        <w:p w:rsidR="00CA67E0" w:rsidRPr="009C426A" w:rsidRDefault="00CA67E0" w:rsidP="009C426A">
                          <w:pPr>
                            <w:jc w:val="center"/>
                            <w:rPr>
                              <w:color w:val="FF33CC"/>
                              <w:lang w:val="en-US"/>
                            </w:rPr>
                          </w:pPr>
                          <w:r w:rsidRPr="009C426A">
                            <w:rPr>
                              <w:color w:val="FF33CC"/>
                              <w:lang w:val="en-US"/>
                            </w:rPr>
                            <w:t>www.festival-digital-arts.bg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6" type="#_x0000_t202" style="position:absolute;margin-left:331.8pt;margin-top:18.5pt;width:383pt;height:110.6pt;z-index:-25165516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" filled="f" stroked="f">
              <v:textbox style="mso-fit-shape-to-text:t">
                <w:txbxContent>
                  <w:p w:rsidR="00CA67E0" w:rsidRPr="009C426A" w:rsidRDefault="00CA67E0" w:rsidP="009C426A">
                    <w:pPr>
                      <w:spacing w:after="0"/>
                      <w:jc w:val="center"/>
                      <w:rPr>
                        <w:rFonts w:ascii="Lobster" w:hAnsi="Lobster"/>
                        <w:color w:val="7030A0"/>
                        <w:sz w:val="40"/>
                      </w:rPr>
                    </w:pPr>
                    <w:r w:rsidRPr="009C426A">
                      <w:rPr>
                        <w:rFonts w:ascii="Lobster" w:hAnsi="Lobster"/>
                        <w:color w:val="7030A0"/>
                        <w:sz w:val="40"/>
                      </w:rPr>
                      <w:t>Фестивал на дигиталните изкуства</w:t>
                    </w:r>
                  </w:p>
                  <w:p w:rsidR="00CA67E0" w:rsidRPr="009C426A" w:rsidRDefault="00CA67E0" w:rsidP="009C426A">
                    <w:pPr>
                      <w:jc w:val="center"/>
                      <w:rPr>
                        <w:color w:val="FF33CC"/>
                        <w:lang w:val="en-US"/>
                      </w:rPr>
                    </w:pPr>
                    <w:r w:rsidRPr="009C426A">
                      <w:rPr>
                        <w:color w:val="FF33CC"/>
                        <w:lang w:val="en-US"/>
                      </w:rPr>
                      <w:t>www.festival-digital-arts.bg</w:t>
                    </w:r>
                  </w:p>
                </w:txbxContent>
              </v:textbox>
              <w10:wrap type="tigh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936" w:rsidRDefault="001E29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1F"/>
    <w:rsid w:val="000B58DB"/>
    <w:rsid w:val="001B764D"/>
    <w:rsid w:val="001C51B3"/>
    <w:rsid w:val="001E2936"/>
    <w:rsid w:val="00243C30"/>
    <w:rsid w:val="002459C0"/>
    <w:rsid w:val="00262F2A"/>
    <w:rsid w:val="002D2C07"/>
    <w:rsid w:val="00331FD6"/>
    <w:rsid w:val="003E4610"/>
    <w:rsid w:val="003E6C02"/>
    <w:rsid w:val="003F26EC"/>
    <w:rsid w:val="00457F0A"/>
    <w:rsid w:val="004654D7"/>
    <w:rsid w:val="004722E9"/>
    <w:rsid w:val="004D6970"/>
    <w:rsid w:val="00585E6D"/>
    <w:rsid w:val="006F0211"/>
    <w:rsid w:val="007D7CE4"/>
    <w:rsid w:val="00827876"/>
    <w:rsid w:val="008A481F"/>
    <w:rsid w:val="008B0A6E"/>
    <w:rsid w:val="008E552A"/>
    <w:rsid w:val="008F57B7"/>
    <w:rsid w:val="00963024"/>
    <w:rsid w:val="009C426A"/>
    <w:rsid w:val="00A027A1"/>
    <w:rsid w:val="00A053C9"/>
    <w:rsid w:val="00A571FE"/>
    <w:rsid w:val="00B6278A"/>
    <w:rsid w:val="00C16E00"/>
    <w:rsid w:val="00C34367"/>
    <w:rsid w:val="00CA67E0"/>
    <w:rsid w:val="00CE3F63"/>
    <w:rsid w:val="00DB1124"/>
    <w:rsid w:val="00DB3153"/>
    <w:rsid w:val="00DE52D0"/>
    <w:rsid w:val="00E26C1C"/>
    <w:rsid w:val="00F10132"/>
    <w:rsid w:val="00F30F4C"/>
    <w:rsid w:val="00F6672C"/>
    <w:rsid w:val="00F857A0"/>
    <w:rsid w:val="00FA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CA857985-249F-434B-A075-04242C41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1F"/>
  </w:style>
  <w:style w:type="paragraph" w:styleId="Heading1">
    <w:name w:val="heading 1"/>
    <w:basedOn w:val="Normal"/>
    <w:next w:val="Normal"/>
    <w:link w:val="Heading1Char"/>
    <w:uiPriority w:val="9"/>
    <w:qFormat/>
    <w:rsid w:val="00FA22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32477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2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26A"/>
  </w:style>
  <w:style w:type="paragraph" w:styleId="Footer">
    <w:name w:val="footer"/>
    <w:basedOn w:val="Normal"/>
    <w:link w:val="FooterChar"/>
    <w:uiPriority w:val="99"/>
    <w:unhideWhenUsed/>
    <w:rsid w:val="009C42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26A"/>
  </w:style>
  <w:style w:type="character" w:customStyle="1" w:styleId="Heading1Char">
    <w:name w:val="Heading 1 Char"/>
    <w:basedOn w:val="DefaultParagraphFont"/>
    <w:link w:val="Heading1"/>
    <w:uiPriority w:val="9"/>
    <w:rsid w:val="00FA2284"/>
    <w:rPr>
      <w:rFonts w:asciiTheme="majorHAnsi" w:eastAsiaTheme="majorEastAsia" w:hAnsiTheme="majorHAnsi" w:cstheme="majorBidi"/>
      <w:color w:val="532477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8A481F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A481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A481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A481F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A481F"/>
    <w:rPr>
      <w:rFonts w:ascii="Arial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51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51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51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1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1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iev\Documents\&#1064;&#1072;&#1073;&#1083;&#1086;&#1085;&#1080;%20&#1085;&#1072;%20Office%20&#1087;&#1086;%20&#1080;&#1079;&#1073;&#1086;&#1088;\FestivalTemplate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C584B-9EBD-4334-B5DF-9B7363FE4104}"/>
      </w:docPartPr>
      <w:docPartBody>
        <w:p w:rsidR="00C422E5" w:rsidRDefault="00C422E5">
          <w:r w:rsidRPr="0061164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obster">
    <w:altName w:val="Arial Narrow"/>
    <w:charset w:val="00"/>
    <w:family w:val="auto"/>
    <w:pitch w:val="variable"/>
    <w:sig w:usb0="8000022F" w:usb1="4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E5"/>
    <w:rsid w:val="00C4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22E5"/>
    <w:rPr>
      <w:color w:val="808080"/>
    </w:rPr>
  </w:style>
  <w:style w:type="paragraph" w:customStyle="1" w:styleId="DE7E335D8CF74B2797B184DD22C9C9A2">
    <w:name w:val="DE7E335D8CF74B2797B184DD22C9C9A2"/>
    <w:rsid w:val="00C422E5"/>
  </w:style>
  <w:style w:type="paragraph" w:customStyle="1" w:styleId="DBF305819DC84B5D96594556CB61AB0A">
    <w:name w:val="DBF305819DC84B5D96594556CB61AB0A"/>
    <w:rsid w:val="00C422E5"/>
  </w:style>
  <w:style w:type="paragraph" w:customStyle="1" w:styleId="6DCD6356A21D4A87B8DD8AC42B59AD5A">
    <w:name w:val="6DCD6356A21D4A87B8DD8AC42B59AD5A"/>
    <w:rsid w:val="00C422E5"/>
  </w:style>
  <w:style w:type="paragraph" w:customStyle="1" w:styleId="0F09DAC488C34A218245E0FCFCEC4F51">
    <w:name w:val="0F09DAC488C34A218245E0FCFCEC4F51"/>
    <w:rsid w:val="00C422E5"/>
  </w:style>
  <w:style w:type="paragraph" w:customStyle="1" w:styleId="6DCD6356A21D4A87B8DD8AC42B59AD5A1">
    <w:name w:val="6DCD6356A21D4A87B8DD8AC42B59AD5A1"/>
    <w:rsid w:val="00C422E5"/>
    <w:rPr>
      <w:rFonts w:eastAsiaTheme="minorHAnsi"/>
      <w:lang w:val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тема">
  <a:themeElements>
    <a:clrScheme name="Custom 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7030A0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estivalFonts">
      <a:majorFont>
        <a:latin typeface="Lobster"/>
        <a:ea typeface=""/>
        <a:cs typeface=""/>
      </a:majorFont>
      <a:minorFont>
        <a:latin typeface="Arial"/>
        <a:ea typeface=""/>
        <a:cs typeface="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FestivalTemplate.dotx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Nikolova</dc:creator>
  <cp:keywords/>
  <dc:description/>
  <cp:lastModifiedBy>Lubomir Vrigazov</cp:lastModifiedBy>
  <cp:revision>3</cp:revision>
  <dcterms:created xsi:type="dcterms:W3CDTF">2018-03-14T10:51:00Z</dcterms:created>
  <dcterms:modified xsi:type="dcterms:W3CDTF">2018-03-18T14:46:00Z</dcterms:modified>
</cp:coreProperties>
</file>